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2B040" w14:textId="77777777" w:rsidR="00FC48B2" w:rsidRDefault="005405D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AB06A9B" w14:textId="77777777" w:rsidR="00CC3D37" w:rsidRPr="00A56627" w:rsidRDefault="005405D1" w:rsidP="00CC3D37">
      <w:pPr>
        <w:pStyle w:val="Heading2"/>
      </w:pPr>
      <w:r w:rsidRPr="00A56627">
        <w:t>Criteria</w:t>
      </w:r>
    </w:p>
    <w:p w14:paraId="6CF6909A" w14:textId="77777777" w:rsidR="00CC3D37" w:rsidRDefault="005405D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A164B0C" w14:textId="0FA53F27" w:rsidR="00CC3D37" w:rsidRPr="00D83795" w:rsidRDefault="00B51CA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>
        <w:rPr>
          <w:sz w:val="22"/>
          <w:szCs w:val="22"/>
          <w:lang w:eastAsia="en-AU"/>
        </w:rPr>
        <w:t>MEM30205</w:t>
      </w:r>
      <w:r w:rsidR="005405D1" w:rsidRPr="00D83795">
        <w:rPr>
          <w:sz w:val="22"/>
          <w:szCs w:val="22"/>
          <w:lang w:eastAsia="en-AU"/>
        </w:rPr>
        <w:t xml:space="preserve"> - Certificate III in Engineering - </w:t>
      </w:r>
      <w:r>
        <w:rPr>
          <w:sz w:val="22"/>
          <w:szCs w:val="22"/>
          <w:lang w:eastAsia="en-AU"/>
        </w:rPr>
        <w:t>Mechanical</w:t>
      </w:r>
      <w:r w:rsidR="005405D1" w:rsidRPr="00D83795">
        <w:rPr>
          <w:sz w:val="22"/>
          <w:szCs w:val="22"/>
          <w:lang w:eastAsia="en-AU"/>
        </w:rPr>
        <w:t xml:space="preserve"> Trade (</w:t>
      </w:r>
      <w:r>
        <w:rPr>
          <w:sz w:val="22"/>
          <w:szCs w:val="22"/>
          <w:lang w:eastAsia="en-AU"/>
        </w:rPr>
        <w:t>3</w:t>
      </w:r>
      <w:r w:rsidR="005405D1" w:rsidRPr="00D83795">
        <w:rPr>
          <w:sz w:val="22"/>
          <w:szCs w:val="22"/>
          <w:lang w:eastAsia="en-AU"/>
        </w:rPr>
        <w:t>)</w:t>
      </w:r>
      <w:bookmarkEnd w:id="0"/>
    </w:p>
    <w:p w14:paraId="5449E2CD" w14:textId="77777777" w:rsidR="00CC3D37" w:rsidRPr="00D83795" w:rsidRDefault="002C76D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8EAB57" w14:textId="77777777" w:rsidR="00CC3D37" w:rsidRDefault="005405D1" w:rsidP="00CC3D37">
      <w:pPr>
        <w:pStyle w:val="Heading3"/>
      </w:pPr>
      <w:r w:rsidRPr="007A6B4A">
        <w:t>Unit code, name and release number</w:t>
      </w:r>
    </w:p>
    <w:p w14:paraId="494FEC6A" w14:textId="77777777" w:rsidR="00CC3D37" w:rsidRPr="00D83795" w:rsidRDefault="005405D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MEM18001C - Use hand tools (1)</w:t>
      </w:r>
      <w:bookmarkEnd w:id="1"/>
    </w:p>
    <w:p w14:paraId="1A2D871C" w14:textId="77777777" w:rsidR="00CC3D37" w:rsidRPr="00D83795" w:rsidRDefault="002C76D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A50686" w14:textId="77777777" w:rsidR="00BC4442" w:rsidRPr="004A551B" w:rsidRDefault="005405D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8F83C36" w14:textId="77777777" w:rsidR="0040694E" w:rsidRPr="004A551B" w:rsidRDefault="005405D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62AD549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74451A0C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1A0537F8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540F770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861756E" w14:textId="77777777" w:rsidR="0040694E" w:rsidRPr="004A551B" w:rsidRDefault="005405D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0DE2CC77" w14:textId="77777777" w:rsidR="003F73CB" w:rsidRDefault="005405D1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B91C7D" w14:paraId="53514BB3" w14:textId="77777777" w:rsidTr="00B91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0CA99FE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078277EC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33F59A0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05E0E24" w14:textId="77777777" w:rsidR="007E10A9" w:rsidRDefault="005405D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B91C7D" w14:paraId="3028D501" w14:textId="77777777" w:rsidTr="00B91C7D">
        <w:tc>
          <w:tcPr>
            <w:tcW w:w="310" w:type="pct"/>
            <w:shd w:val="clear" w:color="auto" w:fill="2D739F"/>
            <w:vAlign w:val="top"/>
          </w:tcPr>
          <w:p w14:paraId="70D1FCF3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2E1D7D6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D21F366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8374E8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76624C20" w14:textId="77777777" w:rsidTr="00B91C7D">
        <w:tc>
          <w:tcPr>
            <w:tcW w:w="310" w:type="pct"/>
            <w:shd w:val="clear" w:color="auto" w:fill="2D739F"/>
            <w:vAlign w:val="top"/>
          </w:tcPr>
          <w:p w14:paraId="29805058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3A9716A9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14D314D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96943FF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52DE444D" w14:textId="77777777" w:rsidTr="00B91C7D">
        <w:tc>
          <w:tcPr>
            <w:tcW w:w="310" w:type="pct"/>
            <w:shd w:val="clear" w:color="auto" w:fill="2D739F"/>
            <w:vAlign w:val="top"/>
          </w:tcPr>
          <w:p w14:paraId="340F5432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B1DE3A5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4B316D8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5803781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3B14170A" w14:textId="77777777" w:rsidTr="00B91C7D">
        <w:tc>
          <w:tcPr>
            <w:tcW w:w="310" w:type="pct"/>
            <w:shd w:val="clear" w:color="auto" w:fill="2D739F"/>
            <w:vAlign w:val="top"/>
          </w:tcPr>
          <w:p w14:paraId="33EF224D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7803C620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3D4B7E1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9F0F20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493BE7D2" w14:textId="77777777" w:rsidTr="00B91C7D">
        <w:tc>
          <w:tcPr>
            <w:tcW w:w="310" w:type="pct"/>
            <w:shd w:val="clear" w:color="auto" w:fill="2D739F"/>
            <w:vAlign w:val="top"/>
          </w:tcPr>
          <w:p w14:paraId="0CC4C15D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733AC162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019BA13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6042CEA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55076DAF" w14:textId="77777777" w:rsidTr="00B91C7D">
        <w:tc>
          <w:tcPr>
            <w:tcW w:w="310" w:type="pct"/>
            <w:shd w:val="clear" w:color="auto" w:fill="2D739F"/>
            <w:vAlign w:val="top"/>
          </w:tcPr>
          <w:p w14:paraId="1A3942D3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1C562D5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C6D587A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9E804A7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76695149" w14:textId="77777777" w:rsidTr="00B91C7D">
        <w:tc>
          <w:tcPr>
            <w:tcW w:w="310" w:type="pct"/>
            <w:shd w:val="clear" w:color="auto" w:fill="2D739F"/>
            <w:vAlign w:val="top"/>
          </w:tcPr>
          <w:p w14:paraId="1907A586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565BC14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AED2029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5F79704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B91C7D" w14:paraId="6AE5992D" w14:textId="77777777" w:rsidTr="00B91C7D">
        <w:tc>
          <w:tcPr>
            <w:tcW w:w="310" w:type="pct"/>
            <w:shd w:val="clear" w:color="auto" w:fill="2D739F"/>
            <w:vAlign w:val="top"/>
          </w:tcPr>
          <w:p w14:paraId="41605FBF" w14:textId="77777777" w:rsidR="007E10A9" w:rsidRPr="007E10A9" w:rsidRDefault="005405D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945F08A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B29A2EA" w14:textId="77777777" w:rsidR="007E10A9" w:rsidRDefault="002C76D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5BE179" w14:textId="77777777" w:rsidR="007E10A9" w:rsidRDefault="002C76DE" w:rsidP="007E10A9">
            <w:pPr>
              <w:rPr>
                <w:lang w:eastAsia="en-AU"/>
              </w:rPr>
            </w:pPr>
          </w:p>
        </w:tc>
      </w:tr>
      <w:tr w:rsidR="006B52DC" w14:paraId="18803374" w14:textId="77777777" w:rsidTr="00B91C7D">
        <w:tc>
          <w:tcPr>
            <w:tcW w:w="310" w:type="pct"/>
            <w:shd w:val="clear" w:color="auto" w:fill="2D739F"/>
            <w:vAlign w:val="top"/>
          </w:tcPr>
          <w:p w14:paraId="7F89FA1D" w14:textId="27F84D2E" w:rsidR="006B52DC" w:rsidRPr="007E10A9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6B4D330D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AC7821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894DF2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46E989D8" w14:textId="77777777" w:rsidTr="00B91C7D">
        <w:tc>
          <w:tcPr>
            <w:tcW w:w="310" w:type="pct"/>
            <w:shd w:val="clear" w:color="auto" w:fill="2D739F"/>
            <w:vAlign w:val="top"/>
          </w:tcPr>
          <w:p w14:paraId="099D9862" w14:textId="4BE33CE9" w:rsidR="006B52DC" w:rsidRPr="007E10A9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DEB9861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241B018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0D6BB3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5FC15EEF" w14:textId="77777777" w:rsidTr="00B91C7D">
        <w:tc>
          <w:tcPr>
            <w:tcW w:w="310" w:type="pct"/>
            <w:shd w:val="clear" w:color="auto" w:fill="2D739F"/>
            <w:vAlign w:val="top"/>
          </w:tcPr>
          <w:p w14:paraId="7C2CC9BA" w14:textId="0CFA5FDD" w:rsidR="006B52DC" w:rsidRPr="007E10A9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5D43E1B3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036770F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4822490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228E50EA" w14:textId="77777777" w:rsidTr="00B91C7D">
        <w:tc>
          <w:tcPr>
            <w:tcW w:w="310" w:type="pct"/>
            <w:shd w:val="clear" w:color="auto" w:fill="2D739F"/>
            <w:vAlign w:val="top"/>
          </w:tcPr>
          <w:p w14:paraId="216EC643" w14:textId="11BDE527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1B8ACA4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4C3E12E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A24DC5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3874723C" w14:textId="77777777" w:rsidTr="00B91C7D">
        <w:tc>
          <w:tcPr>
            <w:tcW w:w="310" w:type="pct"/>
            <w:shd w:val="clear" w:color="auto" w:fill="2D739F"/>
            <w:vAlign w:val="top"/>
          </w:tcPr>
          <w:p w14:paraId="100B4AB7" w14:textId="0118F53C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1C3DFDD6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3FCCCB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7A03740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7DF1EFAA" w14:textId="77777777" w:rsidTr="00B91C7D">
        <w:tc>
          <w:tcPr>
            <w:tcW w:w="310" w:type="pct"/>
            <w:shd w:val="clear" w:color="auto" w:fill="2D739F"/>
            <w:vAlign w:val="top"/>
          </w:tcPr>
          <w:p w14:paraId="64A539E8" w14:textId="7BD8E358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31AB754A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9BF62F7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E44515B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6B52DC" w14:paraId="11FD2AAB" w14:textId="77777777" w:rsidTr="00B91C7D">
        <w:tc>
          <w:tcPr>
            <w:tcW w:w="310" w:type="pct"/>
            <w:shd w:val="clear" w:color="auto" w:fill="2D739F"/>
            <w:vAlign w:val="top"/>
          </w:tcPr>
          <w:p w14:paraId="227A6E8F" w14:textId="4A27A06C" w:rsidR="006B52DC" w:rsidRDefault="006B52D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DF03B9D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42BE3CF" w14:textId="77777777" w:rsidR="006B52DC" w:rsidRDefault="006B52D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CF33A5" w14:textId="77777777" w:rsidR="006B52DC" w:rsidRDefault="006B52DC" w:rsidP="007E10A9">
            <w:pPr>
              <w:rPr>
                <w:lang w:eastAsia="en-AU"/>
              </w:rPr>
            </w:pPr>
          </w:p>
        </w:tc>
      </w:tr>
      <w:tr w:rsidR="00D64803" w14:paraId="7B555B24" w14:textId="77777777" w:rsidTr="00B91C7D">
        <w:tc>
          <w:tcPr>
            <w:tcW w:w="310" w:type="pct"/>
            <w:shd w:val="clear" w:color="auto" w:fill="2D739F"/>
            <w:vAlign w:val="top"/>
          </w:tcPr>
          <w:p w14:paraId="28E6B674" w14:textId="49A0927A" w:rsidR="00D64803" w:rsidRDefault="00D6480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35F2503D" w14:textId="77777777" w:rsidR="00D64803" w:rsidRDefault="00D6480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BFD14AB" w14:textId="77777777" w:rsidR="00D64803" w:rsidRDefault="00D6480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0EBC2A" w14:textId="77777777" w:rsidR="00D64803" w:rsidRDefault="00D64803" w:rsidP="007E10A9">
            <w:pPr>
              <w:rPr>
                <w:lang w:eastAsia="en-AU"/>
              </w:rPr>
            </w:pPr>
          </w:p>
        </w:tc>
      </w:tr>
      <w:tr w:rsidR="00D64803" w14:paraId="384C7E31" w14:textId="77777777" w:rsidTr="00B91C7D">
        <w:tc>
          <w:tcPr>
            <w:tcW w:w="310" w:type="pct"/>
            <w:shd w:val="clear" w:color="auto" w:fill="2D739F"/>
            <w:vAlign w:val="top"/>
          </w:tcPr>
          <w:p w14:paraId="100085CD" w14:textId="1174C3A1" w:rsidR="00D64803" w:rsidRDefault="00D6480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7F19CC74" w14:textId="77777777" w:rsidR="00D64803" w:rsidRDefault="00D6480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BC58D2E" w14:textId="77777777" w:rsidR="00D64803" w:rsidRDefault="00D6480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4C5EE1D" w14:textId="77777777" w:rsidR="00D64803" w:rsidRDefault="00D64803" w:rsidP="007E10A9">
            <w:pPr>
              <w:rPr>
                <w:lang w:eastAsia="en-AU"/>
              </w:rPr>
            </w:pPr>
          </w:p>
        </w:tc>
      </w:tr>
      <w:tr w:rsidR="00D64803" w14:paraId="2E86CF65" w14:textId="77777777" w:rsidTr="00B91C7D">
        <w:tc>
          <w:tcPr>
            <w:tcW w:w="310" w:type="pct"/>
            <w:shd w:val="clear" w:color="auto" w:fill="2D739F"/>
            <w:vAlign w:val="top"/>
          </w:tcPr>
          <w:p w14:paraId="09648074" w14:textId="78B86D40" w:rsidR="00D64803" w:rsidRDefault="00D6480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6FA0929E" w14:textId="77777777" w:rsidR="00D64803" w:rsidRDefault="00D6480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E25A53D" w14:textId="77777777" w:rsidR="00D64803" w:rsidRDefault="00D6480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5412075" w14:textId="77777777" w:rsidR="00D64803" w:rsidRDefault="00D64803" w:rsidP="007E10A9">
            <w:pPr>
              <w:rPr>
                <w:lang w:eastAsia="en-AU"/>
              </w:rPr>
            </w:pPr>
          </w:p>
        </w:tc>
      </w:tr>
    </w:tbl>
    <w:p w14:paraId="0532325C" w14:textId="77777777" w:rsidR="00BC4442" w:rsidRDefault="002C76DE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0D8A1" w14:textId="77777777" w:rsidR="007E18EC" w:rsidRDefault="007E18EC">
      <w:pPr>
        <w:spacing w:before="0" w:after="0" w:line="240" w:lineRule="auto"/>
      </w:pPr>
      <w:r>
        <w:separator/>
      </w:r>
    </w:p>
  </w:endnote>
  <w:endnote w:type="continuationSeparator" w:id="0">
    <w:p w14:paraId="299121E9" w14:textId="77777777" w:rsidR="007E18EC" w:rsidRDefault="007E18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81458" w14:textId="77777777" w:rsidR="00CC4677" w:rsidRPr="004820C4" w:rsidRDefault="002C76DE" w:rsidP="0002323C">
    <w:pPr>
      <w:pStyle w:val="Footer-DocumentTitleLeft"/>
    </w:pPr>
  </w:p>
  <w:p w14:paraId="65413E25" w14:textId="77777777" w:rsidR="00CC4677" w:rsidRDefault="005405D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2FA0AE7" w14:textId="77777777" w:rsidR="00CC4677" w:rsidRPr="0006452B" w:rsidRDefault="002C76DE" w:rsidP="00EE3A11"/>
  <w:p w14:paraId="1D810441" w14:textId="77777777" w:rsidR="00BA0812" w:rsidRDefault="002C76D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5A87A548" w14:textId="77777777" w:rsidR="00AF4B76" w:rsidRDefault="00AF4B76" w:rsidP="001636FD">
        <w:pPr>
          <w:pStyle w:val="Bodyfooter"/>
          <w:tabs>
            <w:tab w:val="left" w:pos="3243"/>
          </w:tabs>
          <w:rPr>
            <w:rFonts w:eastAsiaTheme="minorHAnsi" w:cstheme="minorHAnsi"/>
            <w:color w:val="auto"/>
            <w:kern w:val="0"/>
            <w:sz w:val="24"/>
            <w:szCs w:val="20"/>
            <w:lang w:bidi="ar-SA"/>
          </w:rPr>
        </w:pPr>
      </w:p>
      <w:p w14:paraId="6B13E758" w14:textId="3B6F6F86" w:rsidR="001636FD" w:rsidRDefault="005405D1" w:rsidP="001636FD">
        <w:pPr>
          <w:pStyle w:val="Bodyfooter"/>
          <w:tabs>
            <w:tab w:val="left" w:pos="3243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1636FD">
              <w:t>MEM18001C_StDec_1of1</w:t>
            </w:r>
            <w:r w:rsidR="003345F2">
              <w:t>_20190919</w:t>
            </w:r>
          </w:sdtContent>
        </w:sdt>
        <w:r>
          <w:rPr>
            <w:noProof/>
          </w:rPr>
          <w:tab/>
        </w:r>
        <w:r w:rsidR="00D64803">
          <w:rPr>
            <w:noProof/>
          </w:rPr>
          <w:tab/>
        </w:r>
        <w:r w:rsidR="00D64803" w:rsidRPr="008D467A">
          <w:t xml:space="preserve">Page </w:t>
        </w:r>
        <w:r w:rsidR="00D64803" w:rsidRPr="008D467A">
          <w:fldChar w:fldCharType="begin"/>
        </w:r>
        <w:r w:rsidR="00D64803" w:rsidRPr="008D467A">
          <w:instrText xml:space="preserve"> PAGE  \* Arabic  \* MERGEFORMAT </w:instrText>
        </w:r>
        <w:r w:rsidR="00D64803" w:rsidRPr="008D467A">
          <w:fldChar w:fldCharType="separate"/>
        </w:r>
        <w:r w:rsidR="002C76DE">
          <w:rPr>
            <w:noProof/>
          </w:rPr>
          <w:t>1</w:t>
        </w:r>
        <w:r w:rsidR="00D64803" w:rsidRPr="008D467A">
          <w:fldChar w:fldCharType="end"/>
        </w:r>
        <w:r w:rsidR="00D64803" w:rsidRPr="008D467A">
          <w:t xml:space="preserve"> of </w:t>
        </w:r>
        <w:r w:rsidR="00D64803">
          <w:rPr>
            <w:noProof/>
          </w:rPr>
          <w:fldChar w:fldCharType="begin"/>
        </w:r>
        <w:r w:rsidR="00D64803">
          <w:rPr>
            <w:noProof/>
          </w:rPr>
          <w:instrText xml:space="preserve"> NUMPAGES  \* Arabic  \* MERGEFORMAT </w:instrText>
        </w:r>
        <w:r w:rsidR="00D64803">
          <w:rPr>
            <w:noProof/>
          </w:rPr>
          <w:fldChar w:fldCharType="separate"/>
        </w:r>
        <w:r w:rsidR="002C76DE">
          <w:rPr>
            <w:noProof/>
          </w:rPr>
          <w:t>2</w:t>
        </w:r>
        <w:r w:rsidR="00D64803">
          <w:rPr>
            <w:noProof/>
          </w:rPr>
          <w:fldChar w:fldCharType="end"/>
        </w:r>
      </w:p>
      <w:p w14:paraId="31034993" w14:textId="142393E4" w:rsidR="00BA0812" w:rsidRDefault="001636FD" w:rsidP="001636FD">
        <w:pPr>
          <w:pStyle w:val="Bodyfooter"/>
          <w:tabs>
            <w:tab w:val="left" w:pos="3243"/>
          </w:tabs>
          <w:rPr>
            <w:noProof/>
          </w:rPr>
        </w:pPr>
        <w:r>
          <w:rPr>
            <w:noProof/>
          </w:rPr>
          <w:t>Resource ID: MRS_18_0</w:t>
        </w:r>
        <w:r w:rsidR="00C44A42">
          <w:rPr>
            <w:noProof/>
          </w:rPr>
          <w:t>2</w:t>
        </w:r>
        <w:r>
          <w:rPr>
            <w:noProof/>
          </w:rPr>
          <w:t>_</w:t>
        </w:r>
        <w:r w:rsidRPr="001636FD">
          <w:t xml:space="preserve"> </w:t>
        </w:r>
        <w:sdt>
          <w:sdtPr>
            <w:alias w:val="Title"/>
            <w:id w:val="1397708338"/>
            <w:placeholder>
              <w:docPart w:val="D81C5BDEA5224A8093D56572A6A261C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3345F2">
              <w:t>MEM18001C_StDec_1</w:t>
            </w:r>
            <w:r w:rsidR="002C76DE">
              <w:t>of1_</w:t>
            </w:r>
          </w:sdtContent>
        </w:sdt>
        <w:r>
          <w:tab/>
        </w:r>
        <w:r>
          <w:rPr>
            <w:noProof/>
          </w:rPr>
          <w:tab/>
        </w:r>
        <w:r w:rsidR="00AF4B76">
          <w:rPr>
            <w:noProof/>
          </w:rPr>
          <w:tab/>
        </w:r>
        <w:r w:rsidR="00AF4B76">
          <w:rPr>
            <w:noProof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91134" w14:textId="77777777" w:rsidR="00AA3155" w:rsidRPr="008D467A" w:rsidRDefault="005405D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085E583" w14:textId="77777777" w:rsidR="00AA3155" w:rsidRPr="008948B1" w:rsidRDefault="005405D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BC2A28A" w14:textId="77777777" w:rsidR="00CC4677" w:rsidRPr="00AA3155" w:rsidRDefault="002C76DE" w:rsidP="00EE3A11">
    <w:pPr>
      <w:pStyle w:val="Footer"/>
    </w:pPr>
  </w:p>
  <w:p w14:paraId="04E25AB5" w14:textId="77777777" w:rsidR="00BA0812" w:rsidRDefault="002C76D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78360" w14:textId="77777777" w:rsidR="007E18EC" w:rsidRDefault="007E18EC">
      <w:pPr>
        <w:spacing w:before="0" w:after="0" w:line="240" w:lineRule="auto"/>
      </w:pPr>
      <w:r>
        <w:separator/>
      </w:r>
    </w:p>
  </w:footnote>
  <w:footnote w:type="continuationSeparator" w:id="0">
    <w:p w14:paraId="28177963" w14:textId="77777777" w:rsidR="007E18EC" w:rsidRDefault="007E18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2BACB" w14:textId="77777777" w:rsidR="00CC4677" w:rsidRDefault="002C76DE" w:rsidP="00EE3A11"/>
  <w:p w14:paraId="1A14E1C7" w14:textId="77777777" w:rsidR="00BA0812" w:rsidRDefault="002C76D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DD0C8" w14:textId="77777777" w:rsidR="00BA0812" w:rsidRDefault="005405D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77449CB" wp14:editId="433FDF4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BB0ED" w14:textId="77777777" w:rsidR="004238CB" w:rsidRDefault="002C76DE" w:rsidP="00EE3A11">
    <w:pPr>
      <w:pStyle w:val="Header"/>
    </w:pPr>
  </w:p>
  <w:p w14:paraId="728F173C" w14:textId="77777777" w:rsidR="00BA0812" w:rsidRDefault="002C76D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F24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9098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A83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E2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F08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707C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326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00E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4F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ACACF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AD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EAC4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D69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C1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DE0A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25B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67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C16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A07EAD5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E60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AF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84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226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B47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BCD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E4B9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342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74BCB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45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AC3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4B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001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883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044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873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822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4F6A0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494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EA2D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0C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A0B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6B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6F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46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02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B1628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A80E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27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E8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4E7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4E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8D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C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20C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6DB88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246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34F5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05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61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84D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AC0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CC0C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C8C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C18D0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ACE02B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16EDBD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176FF0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1674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1487E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2C22A2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F6834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F003BA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C74A156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FF46E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62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83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E3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8F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45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425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26A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7B1AF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61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7E1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2F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A5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29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29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60E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A66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994ECF8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E2EF7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A1D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CF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0F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20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B02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A3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C2D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F5DEC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E298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A9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E1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583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E3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C1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81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2B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9FAD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C69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60F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EB0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362C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F43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2E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34D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F08C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B0D8C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25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D6D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6F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E1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7C0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AB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E95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5C3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721E7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3386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04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81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80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6A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A77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D87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4A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14D47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40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24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64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684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E3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664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22B6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8C8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3744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CA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A46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2D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9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24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4C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8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8C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DFC5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E26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65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01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603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248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68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A2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D42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E71A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AC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01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3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26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06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01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11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AC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5C687348">
      <w:start w:val="1"/>
      <w:numFmt w:val="decimal"/>
      <w:lvlText w:val="%1."/>
      <w:lvlJc w:val="left"/>
      <w:pPr>
        <w:ind w:left="720" w:hanging="360"/>
      </w:pPr>
    </w:lvl>
    <w:lvl w:ilvl="1" w:tplc="19D6676A">
      <w:start w:val="1"/>
      <w:numFmt w:val="lowerLetter"/>
      <w:lvlText w:val="%2."/>
      <w:lvlJc w:val="left"/>
      <w:pPr>
        <w:ind w:left="1440" w:hanging="360"/>
      </w:pPr>
    </w:lvl>
    <w:lvl w:ilvl="2" w:tplc="C5284B3E">
      <w:start w:val="1"/>
      <w:numFmt w:val="lowerRoman"/>
      <w:lvlText w:val="%3."/>
      <w:lvlJc w:val="right"/>
      <w:pPr>
        <w:ind w:left="2160" w:hanging="180"/>
      </w:pPr>
    </w:lvl>
    <w:lvl w:ilvl="3" w:tplc="E67A7734">
      <w:start w:val="1"/>
      <w:numFmt w:val="decimal"/>
      <w:lvlText w:val="%4."/>
      <w:lvlJc w:val="left"/>
      <w:pPr>
        <w:ind w:left="2880" w:hanging="360"/>
      </w:pPr>
    </w:lvl>
    <w:lvl w:ilvl="4" w:tplc="68F2944C">
      <w:start w:val="1"/>
      <w:numFmt w:val="lowerLetter"/>
      <w:lvlText w:val="%5."/>
      <w:lvlJc w:val="left"/>
      <w:pPr>
        <w:ind w:left="3600" w:hanging="360"/>
      </w:pPr>
    </w:lvl>
    <w:lvl w:ilvl="5" w:tplc="A1967C7A">
      <w:start w:val="1"/>
      <w:numFmt w:val="lowerRoman"/>
      <w:lvlText w:val="%6."/>
      <w:lvlJc w:val="right"/>
      <w:pPr>
        <w:ind w:left="4320" w:hanging="180"/>
      </w:pPr>
    </w:lvl>
    <w:lvl w:ilvl="6" w:tplc="BB983992">
      <w:start w:val="1"/>
      <w:numFmt w:val="decimal"/>
      <w:lvlText w:val="%7."/>
      <w:lvlJc w:val="left"/>
      <w:pPr>
        <w:ind w:left="5040" w:hanging="360"/>
      </w:pPr>
    </w:lvl>
    <w:lvl w:ilvl="7" w:tplc="EF76422C">
      <w:start w:val="1"/>
      <w:numFmt w:val="lowerLetter"/>
      <w:lvlText w:val="%8."/>
      <w:lvlJc w:val="left"/>
      <w:pPr>
        <w:ind w:left="5760" w:hanging="360"/>
      </w:pPr>
    </w:lvl>
    <w:lvl w:ilvl="8" w:tplc="1708DF3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D6087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46B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432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482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08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42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7E45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E19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3A4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EEE8C73C">
      <w:start w:val="1"/>
      <w:numFmt w:val="decimal"/>
      <w:lvlText w:val="%1."/>
      <w:lvlJc w:val="left"/>
      <w:pPr>
        <w:ind w:left="720" w:hanging="360"/>
      </w:pPr>
    </w:lvl>
    <w:lvl w:ilvl="1" w:tplc="D5C457A8">
      <w:start w:val="1"/>
      <w:numFmt w:val="lowerLetter"/>
      <w:lvlText w:val="%2."/>
      <w:lvlJc w:val="left"/>
      <w:pPr>
        <w:ind w:left="1440" w:hanging="360"/>
      </w:pPr>
    </w:lvl>
    <w:lvl w:ilvl="2" w:tplc="510EF55E">
      <w:start w:val="1"/>
      <w:numFmt w:val="lowerRoman"/>
      <w:lvlText w:val="%3."/>
      <w:lvlJc w:val="right"/>
      <w:pPr>
        <w:ind w:left="2160" w:hanging="180"/>
      </w:pPr>
    </w:lvl>
    <w:lvl w:ilvl="3" w:tplc="A29251B4" w:tentative="1">
      <w:start w:val="1"/>
      <w:numFmt w:val="decimal"/>
      <w:lvlText w:val="%4."/>
      <w:lvlJc w:val="left"/>
      <w:pPr>
        <w:ind w:left="2880" w:hanging="360"/>
      </w:pPr>
    </w:lvl>
    <w:lvl w:ilvl="4" w:tplc="F092A0D8" w:tentative="1">
      <w:start w:val="1"/>
      <w:numFmt w:val="lowerLetter"/>
      <w:lvlText w:val="%5."/>
      <w:lvlJc w:val="left"/>
      <w:pPr>
        <w:ind w:left="3600" w:hanging="360"/>
      </w:pPr>
    </w:lvl>
    <w:lvl w:ilvl="5" w:tplc="F2928E4E" w:tentative="1">
      <w:start w:val="1"/>
      <w:numFmt w:val="lowerRoman"/>
      <w:lvlText w:val="%6."/>
      <w:lvlJc w:val="right"/>
      <w:pPr>
        <w:ind w:left="4320" w:hanging="180"/>
      </w:pPr>
    </w:lvl>
    <w:lvl w:ilvl="6" w:tplc="C46C14D2" w:tentative="1">
      <w:start w:val="1"/>
      <w:numFmt w:val="decimal"/>
      <w:lvlText w:val="%7."/>
      <w:lvlJc w:val="left"/>
      <w:pPr>
        <w:ind w:left="5040" w:hanging="360"/>
      </w:pPr>
    </w:lvl>
    <w:lvl w:ilvl="7" w:tplc="4030ED04" w:tentative="1">
      <w:start w:val="1"/>
      <w:numFmt w:val="lowerLetter"/>
      <w:lvlText w:val="%8."/>
      <w:lvlJc w:val="left"/>
      <w:pPr>
        <w:ind w:left="5760" w:hanging="360"/>
      </w:pPr>
    </w:lvl>
    <w:lvl w:ilvl="8" w:tplc="7598CE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712C4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85D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BAB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4E0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48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246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4D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CD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2F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8A347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C6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24C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2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41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C2B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3CA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A2F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0C9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B316ED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620CF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5545E7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CECA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EEA49C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BFC69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E6EF94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986AE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80E26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4D808FAE">
      <w:start w:val="1"/>
      <w:numFmt w:val="decimal"/>
      <w:lvlText w:val="%1."/>
      <w:lvlJc w:val="left"/>
      <w:pPr>
        <w:ind w:left="720" w:hanging="360"/>
      </w:pPr>
    </w:lvl>
    <w:lvl w:ilvl="1" w:tplc="93F6E4CC" w:tentative="1">
      <w:start w:val="1"/>
      <w:numFmt w:val="lowerLetter"/>
      <w:lvlText w:val="%2."/>
      <w:lvlJc w:val="left"/>
      <w:pPr>
        <w:ind w:left="1440" w:hanging="360"/>
      </w:pPr>
    </w:lvl>
    <w:lvl w:ilvl="2" w:tplc="24B81FBE" w:tentative="1">
      <w:start w:val="1"/>
      <w:numFmt w:val="lowerRoman"/>
      <w:lvlText w:val="%3."/>
      <w:lvlJc w:val="right"/>
      <w:pPr>
        <w:ind w:left="2160" w:hanging="180"/>
      </w:pPr>
    </w:lvl>
    <w:lvl w:ilvl="3" w:tplc="423E91AE" w:tentative="1">
      <w:start w:val="1"/>
      <w:numFmt w:val="decimal"/>
      <w:lvlText w:val="%4."/>
      <w:lvlJc w:val="left"/>
      <w:pPr>
        <w:ind w:left="2880" w:hanging="360"/>
      </w:pPr>
    </w:lvl>
    <w:lvl w:ilvl="4" w:tplc="60BA59EC" w:tentative="1">
      <w:start w:val="1"/>
      <w:numFmt w:val="lowerLetter"/>
      <w:lvlText w:val="%5."/>
      <w:lvlJc w:val="left"/>
      <w:pPr>
        <w:ind w:left="3600" w:hanging="360"/>
      </w:pPr>
    </w:lvl>
    <w:lvl w:ilvl="5" w:tplc="1E923178" w:tentative="1">
      <w:start w:val="1"/>
      <w:numFmt w:val="lowerRoman"/>
      <w:lvlText w:val="%6."/>
      <w:lvlJc w:val="right"/>
      <w:pPr>
        <w:ind w:left="4320" w:hanging="180"/>
      </w:pPr>
    </w:lvl>
    <w:lvl w:ilvl="6" w:tplc="44E2E08A" w:tentative="1">
      <w:start w:val="1"/>
      <w:numFmt w:val="decimal"/>
      <w:lvlText w:val="%7."/>
      <w:lvlJc w:val="left"/>
      <w:pPr>
        <w:ind w:left="5040" w:hanging="360"/>
      </w:pPr>
    </w:lvl>
    <w:lvl w:ilvl="7" w:tplc="ABAC934C" w:tentative="1">
      <w:start w:val="1"/>
      <w:numFmt w:val="lowerLetter"/>
      <w:lvlText w:val="%8."/>
      <w:lvlJc w:val="left"/>
      <w:pPr>
        <w:ind w:left="5760" w:hanging="360"/>
      </w:pPr>
    </w:lvl>
    <w:lvl w:ilvl="8" w:tplc="5664A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04520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ECB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F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6B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AC9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EE4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C2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3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C08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30EE6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89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46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A2A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CD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8C3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BA3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A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45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019E4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88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D02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89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A1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6F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4A7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EF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05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C7D"/>
    <w:rsid w:val="000166AC"/>
    <w:rsid w:val="00026439"/>
    <w:rsid w:val="000E725F"/>
    <w:rsid w:val="001636FD"/>
    <w:rsid w:val="002C76DE"/>
    <w:rsid w:val="003345F2"/>
    <w:rsid w:val="003B3246"/>
    <w:rsid w:val="003D1565"/>
    <w:rsid w:val="005405D1"/>
    <w:rsid w:val="006B52DC"/>
    <w:rsid w:val="007E18EC"/>
    <w:rsid w:val="00AF4B76"/>
    <w:rsid w:val="00B51CA0"/>
    <w:rsid w:val="00B91C7D"/>
    <w:rsid w:val="00C44A42"/>
    <w:rsid w:val="00D64803"/>
    <w:rsid w:val="00D70508"/>
    <w:rsid w:val="00E25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5264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C75B62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D81C5BDEA5224A8093D56572A6A26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262E4-F80D-4A9B-9448-FDC9E43458CC}"/>
      </w:docPartPr>
      <w:docPartBody>
        <w:p w:rsidR="00E308FC" w:rsidRDefault="00C75B62" w:rsidP="00C75B62">
          <w:pPr>
            <w:pStyle w:val="D81C5BDEA5224A8093D56572A6A261CC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62"/>
    <w:rsid w:val="007F3F67"/>
    <w:rsid w:val="00A46C81"/>
    <w:rsid w:val="00BE1B03"/>
    <w:rsid w:val="00C75B62"/>
    <w:rsid w:val="00CB7727"/>
    <w:rsid w:val="00CE77BB"/>
    <w:rsid w:val="00E3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5B62"/>
    <w:rPr>
      <w:color w:val="808080"/>
    </w:rPr>
  </w:style>
  <w:style w:type="paragraph" w:customStyle="1" w:styleId="D81C5BDEA5224A8093D56572A6A261CC">
    <w:name w:val="D81C5BDEA5224A8093D56572A6A261CC"/>
    <w:rsid w:val="00C75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0F581-5629-461E-989E-C01E0FC79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3EDFFB-C608-4E6B-8CA2-A6C97524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MEM18001C_StDec_1of1_20190919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MEM18001C_StDec_1of1_20190919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2019-09-19T05:08:00Z</dcterms:created>
  <dcterms:modified xsi:type="dcterms:W3CDTF">2019-09-22T23:14:00Z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